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E1" w:rsidRDefault="000D13E1" w:rsidP="00F66218">
      <w:pPr>
        <w:spacing w:after="0"/>
      </w:pPr>
      <w:r>
        <w:t>Applied Math</w:t>
      </w:r>
    </w:p>
    <w:p w:rsidR="000D13E1" w:rsidRDefault="000D13E1" w:rsidP="00F66218">
      <w:pPr>
        <w:spacing w:after="0"/>
      </w:pPr>
      <w:r>
        <w:t>Ch. 6 Section</w:t>
      </w:r>
      <w:r>
        <w:tab/>
        <w:t xml:space="preserve"> 5-7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NAME:___________________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  <w:rPr>
          <w:b/>
        </w:rPr>
      </w:pPr>
      <w:r>
        <w:rPr>
          <w:b/>
        </w:rPr>
        <w:t>Define the following terms:</w:t>
      </w: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Total Purchas Price:</w:t>
      </w: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Unit Price: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Coupon: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1"/>
          <w:numId w:val="1"/>
        </w:numPr>
        <w:spacing w:after="0"/>
      </w:pPr>
      <w:r>
        <w:t>Example: If I am buying a CD for $21.99, and I have a coupon for $3.00 off any CD, what is the price of the CD now?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Rebate: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1"/>
          <w:numId w:val="1"/>
        </w:numPr>
        <w:spacing w:after="0"/>
      </w:pPr>
      <w:r>
        <w:t>Example: I buy a cell phone that is $159, and then complete and mail in the rebate for $50, how much did the cell phone actually cost me?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Markdown:</w:t>
      </w: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1"/>
          <w:numId w:val="1"/>
        </w:numPr>
        <w:spacing w:after="0"/>
      </w:pPr>
      <w:r>
        <w:t>Example: I pick out a shirt for $34.99 and then go to the register and when it’s rung up, I find out that it’s only $25.  What is the markdown?</w:t>
      </w:r>
    </w:p>
    <w:p w:rsidR="000D13E1" w:rsidRDefault="000D13E1" w:rsidP="00F66218">
      <w:pPr>
        <w:spacing w:after="0"/>
      </w:pPr>
    </w:p>
    <w:p w:rsidR="000D13E1" w:rsidRDefault="000D13E1" w:rsidP="00F6621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Markdown Rate:</w:t>
      </w:r>
    </w:p>
    <w:p w:rsidR="000D13E1" w:rsidRDefault="000D13E1" w:rsidP="00681A8E">
      <w:pPr>
        <w:spacing w:after="0"/>
      </w:pPr>
    </w:p>
    <w:p w:rsidR="000D13E1" w:rsidRDefault="000D13E1" w:rsidP="00681A8E">
      <w:pPr>
        <w:pStyle w:val="ListParagraph"/>
        <w:numPr>
          <w:ilvl w:val="1"/>
          <w:numId w:val="1"/>
        </w:numPr>
        <w:spacing w:after="0"/>
      </w:pPr>
      <w:r>
        <w:t>For the same example above, what is the markdown rate?</w:t>
      </w:r>
    </w:p>
    <w:p w:rsidR="000D13E1" w:rsidRDefault="000D13E1" w:rsidP="00681A8E">
      <w:pPr>
        <w:spacing w:after="0"/>
      </w:pPr>
    </w:p>
    <w:p w:rsidR="000D13E1" w:rsidRDefault="000D13E1" w:rsidP="00681A8E">
      <w:pPr>
        <w:spacing w:after="0"/>
      </w:pPr>
    </w:p>
    <w:p w:rsidR="000D13E1" w:rsidRDefault="000D13E1" w:rsidP="00681A8E">
      <w:pPr>
        <w:spacing w:after="0"/>
      </w:pPr>
    </w:p>
    <w:p w:rsidR="000D13E1" w:rsidRDefault="000D13E1">
      <w:r>
        <w:br w:type="page"/>
      </w: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Original Price:</w:t>
      </w:r>
    </w:p>
    <w:p w:rsidR="000D13E1" w:rsidRDefault="000D13E1" w:rsidP="00681A8E">
      <w:pPr>
        <w:spacing w:after="0"/>
      </w:pPr>
    </w:p>
    <w:p w:rsidR="000D13E1" w:rsidRDefault="000D13E1" w:rsidP="00681A8E">
      <w:pPr>
        <w:pStyle w:val="ListParagraph"/>
        <w:numPr>
          <w:ilvl w:val="1"/>
          <w:numId w:val="1"/>
        </w:numPr>
        <w:spacing w:after="0"/>
      </w:pPr>
      <w:r>
        <w:t>I purchase a book for $14.95.  It was 40% off the original price.  What’s the original price?</w:t>
      </w: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smartTag w:uri="urn:schemas-microsoft-com:office:smarttags" w:element="place">
        <w:smartTag w:uri="urn:schemas-microsoft-com:office:smarttags" w:element="City">
          <w:r>
            <w:t>Sale</w:t>
          </w:r>
        </w:smartTag>
      </w:smartTag>
      <w:r>
        <w:t xml:space="preserve"> Price:</w:t>
      </w: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F66218">
      <w:pPr>
        <w:pStyle w:val="ListParagraph"/>
        <w:numPr>
          <w:ilvl w:val="0"/>
          <w:numId w:val="1"/>
        </w:numPr>
        <w:spacing w:after="0"/>
      </w:pPr>
      <w:r>
        <w:t>Percent Paid:</w:t>
      </w: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D12678">
      <w:pPr>
        <w:pBdr>
          <w:bottom w:val="single" w:sz="6" w:space="1" w:color="auto"/>
        </w:pBdr>
        <w:spacing w:after="0"/>
      </w:pP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  <w:r>
        <w:t>Complete the following:</w:t>
      </w:r>
    </w:p>
    <w:p w:rsidR="000D13E1" w:rsidRDefault="000D13E1" w:rsidP="00D12678">
      <w:pPr>
        <w:spacing w:after="0"/>
      </w:pPr>
      <w:r>
        <w:t>p. 241 #1-4 and 11-13</w:t>
      </w: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 w:rsidP="00D12678">
      <w:pPr>
        <w:spacing w:after="0"/>
      </w:pPr>
    </w:p>
    <w:p w:rsidR="000D13E1" w:rsidRDefault="000D13E1">
      <w:r>
        <w:br w:type="page"/>
      </w:r>
    </w:p>
    <w:p w:rsidR="000D13E1" w:rsidRDefault="000D13E1" w:rsidP="00D12678">
      <w:pPr>
        <w:spacing w:after="0"/>
      </w:pPr>
      <w:r>
        <w:t>Examples:</w:t>
      </w:r>
    </w:p>
    <w:p w:rsidR="000D13E1" w:rsidRDefault="000D13E1" w:rsidP="00FB1F2D">
      <w:pPr>
        <w:pStyle w:val="ListParagraph"/>
        <w:numPr>
          <w:ilvl w:val="0"/>
          <w:numId w:val="4"/>
        </w:numPr>
        <w:spacing w:after="0"/>
      </w:pPr>
      <w:r>
        <w:t>Outerwear coats and jackets are on sale.  A leather jacket is on sale for 40% off the regular selling price of $219.99.  Find the markdown.</w:t>
      </w: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pStyle w:val="ListParagraph"/>
        <w:numPr>
          <w:ilvl w:val="0"/>
          <w:numId w:val="4"/>
        </w:numPr>
        <w:spacing w:after="0"/>
      </w:pPr>
      <w:r>
        <w:t>There is a minivan on sale.  It regularly sells for $34,495 and is on sale now for $29,595.  What is the markdown?</w:t>
      </w: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pBdr>
          <w:bottom w:val="single" w:sz="6" w:space="1" w:color="auto"/>
        </w:pBd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  <w:rPr>
          <w:b/>
        </w:rPr>
      </w:pPr>
      <w:r>
        <w:rPr>
          <w:b/>
        </w:rPr>
        <w:t>Try these:</w:t>
      </w:r>
    </w:p>
    <w:p w:rsidR="000D13E1" w:rsidRDefault="000D13E1" w:rsidP="00FB1F2D">
      <w:pPr>
        <w:spacing w:after="0"/>
        <w:rPr>
          <w:b/>
        </w:rPr>
      </w:pPr>
      <w:r>
        <w:rPr>
          <w:b/>
        </w:rPr>
        <w:t>p. 244 #4, 10, 11, 15, 18</w:t>
      </w: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</w:pPr>
      <w:r>
        <w:t xml:space="preserve">Example: </w:t>
      </w:r>
    </w:p>
    <w:p w:rsidR="000D13E1" w:rsidRDefault="000D13E1" w:rsidP="00FB1F2D">
      <w:pPr>
        <w:pStyle w:val="ListParagraph"/>
        <w:numPr>
          <w:ilvl w:val="0"/>
          <w:numId w:val="5"/>
        </w:numPr>
        <w:spacing w:after="0"/>
      </w:pPr>
      <w:r>
        <w:t xml:space="preserve">The regular selling price of men’s jeans is $37.99.  The markdown rate is 20%. </w:t>
      </w:r>
    </w:p>
    <w:p w:rsidR="000D13E1" w:rsidRDefault="000D13E1" w:rsidP="00FB1F2D">
      <w:pPr>
        <w:pStyle w:val="ListParagraph"/>
        <w:numPr>
          <w:ilvl w:val="1"/>
          <w:numId w:val="5"/>
        </w:numPr>
        <w:spacing w:after="0"/>
      </w:pPr>
      <w:r>
        <w:t>What is the percent paid?</w:t>
      </w: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pStyle w:val="ListParagraph"/>
        <w:numPr>
          <w:ilvl w:val="1"/>
          <w:numId w:val="5"/>
        </w:numPr>
        <w:spacing w:after="0"/>
      </w:pPr>
      <w:r>
        <w:t>What is the sale price?</w:t>
      </w: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pBdr>
          <w:bottom w:val="single" w:sz="6" w:space="1" w:color="auto"/>
        </w:pBdr>
        <w:spacing w:after="0"/>
      </w:pPr>
    </w:p>
    <w:p w:rsidR="000D13E1" w:rsidRDefault="000D13E1" w:rsidP="00FB1F2D">
      <w:pPr>
        <w:pBdr>
          <w:bottom w:val="single" w:sz="6" w:space="1" w:color="auto"/>
        </w:pBdr>
        <w:spacing w:after="0"/>
      </w:pPr>
    </w:p>
    <w:p w:rsidR="000D13E1" w:rsidRDefault="000D13E1" w:rsidP="00FB1F2D">
      <w:pPr>
        <w:spacing w:after="0"/>
      </w:pPr>
    </w:p>
    <w:p w:rsidR="000D13E1" w:rsidRDefault="000D13E1" w:rsidP="00FB1F2D">
      <w:pPr>
        <w:spacing w:after="0"/>
        <w:rPr>
          <w:b/>
        </w:rPr>
      </w:pPr>
      <w:r>
        <w:rPr>
          <w:b/>
        </w:rPr>
        <w:t>Try these:</w:t>
      </w:r>
    </w:p>
    <w:p w:rsidR="000D13E1" w:rsidRDefault="000D13E1" w:rsidP="00FB1F2D">
      <w:pPr>
        <w:spacing w:after="0"/>
        <w:rPr>
          <w:b/>
        </w:rPr>
      </w:pPr>
      <w:r>
        <w:rPr>
          <w:b/>
        </w:rPr>
        <w:t>p. 247 #2, 4, 7, 10</w:t>
      </w:r>
    </w:p>
    <w:p w:rsidR="000D13E1" w:rsidRPr="00FB1F2D" w:rsidRDefault="000D13E1" w:rsidP="00FB1F2D">
      <w:pPr>
        <w:spacing w:after="0"/>
      </w:pPr>
    </w:p>
    <w:p w:rsidR="000D13E1" w:rsidRPr="00FB1F2D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Default="000D13E1" w:rsidP="00FB1F2D">
      <w:pPr>
        <w:spacing w:after="0"/>
        <w:rPr>
          <w:b/>
        </w:rPr>
      </w:pPr>
    </w:p>
    <w:p w:rsidR="000D13E1" w:rsidRPr="00FB1F2D" w:rsidRDefault="000D13E1" w:rsidP="00FB1F2D">
      <w:pPr>
        <w:spacing w:after="0"/>
        <w:rPr>
          <w:b/>
        </w:rPr>
      </w:pPr>
    </w:p>
    <w:sectPr w:rsidR="000D13E1" w:rsidRPr="00FB1F2D" w:rsidSect="00673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726A7"/>
    <w:multiLevelType w:val="hybridMultilevel"/>
    <w:tmpl w:val="00620814"/>
    <w:lvl w:ilvl="0" w:tplc="35F0BE2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032C6E"/>
    <w:multiLevelType w:val="hybridMultilevel"/>
    <w:tmpl w:val="3E1E5288"/>
    <w:lvl w:ilvl="0" w:tplc="C3983F6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856FDA"/>
    <w:multiLevelType w:val="hybridMultilevel"/>
    <w:tmpl w:val="468A8C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3033A6"/>
    <w:multiLevelType w:val="hybridMultilevel"/>
    <w:tmpl w:val="955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E7D5CD0"/>
    <w:multiLevelType w:val="hybridMultilevel"/>
    <w:tmpl w:val="E30A812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218"/>
    <w:rsid w:val="000D13E1"/>
    <w:rsid w:val="00443CA6"/>
    <w:rsid w:val="00471822"/>
    <w:rsid w:val="005E2BE3"/>
    <w:rsid w:val="006734E2"/>
    <w:rsid w:val="00681A8E"/>
    <w:rsid w:val="00861F99"/>
    <w:rsid w:val="00CE5423"/>
    <w:rsid w:val="00D12678"/>
    <w:rsid w:val="00D77E0A"/>
    <w:rsid w:val="00F346AF"/>
    <w:rsid w:val="00F66218"/>
    <w:rsid w:val="00FB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6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367</TotalTime>
  <Pages>4</Pages>
  <Words>203</Words>
  <Characters>1159</Characters>
  <Application>Microsoft Office Outlook</Application>
  <DocSecurity>0</DocSecurity>
  <Lines>0</Lines>
  <Paragraphs>0</Paragraphs>
  <ScaleCrop>false</ScaleCrop>
  <Company>CBSD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dcterms:created xsi:type="dcterms:W3CDTF">2008-12-02T22:36:00Z</dcterms:created>
  <dcterms:modified xsi:type="dcterms:W3CDTF">2008-12-08T01:57:00Z</dcterms:modified>
</cp:coreProperties>
</file>